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1E373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98291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Ε10-</w:t>
            </w:r>
            <w:r w:rsidR="00982915" w:rsidRPr="0098291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Ο2.Ε85 </w:t>
            </w:r>
            <w:r w:rsidR="00500FD4" w:rsidRPr="00500FD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bookmarkStart w:id="0" w:name="_GoBack"/>
            <w:bookmarkEnd w:id="0"/>
            <w:r w:rsidR="00982915" w:rsidRPr="0098291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Web camera Τύπου 02</w:t>
            </w:r>
          </w:p>
        </w:tc>
        <w:tc>
          <w:tcPr>
            <w:tcW w:w="1116" w:type="dxa"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77506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9E283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116" w:type="dxa"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775065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500FD4" w:rsidRPr="00DF25B3" w:rsidTr="00520D6A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500FD4" w:rsidRPr="00DF25B3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2915" w:rsidRDefault="00982915" w:rsidP="00982915">
            <w:r>
              <w:t>Web camera HD :  - Προδιαγραφές</w:t>
            </w:r>
          </w:p>
          <w:p w:rsidR="00500FD4" w:rsidRPr="00A8070F" w:rsidRDefault="00982915" w:rsidP="00982915">
            <w:r>
              <w:t>Ποιότητα Εικόνας</w:t>
            </w:r>
          </w:p>
        </w:tc>
        <w:tc>
          <w:tcPr>
            <w:tcW w:w="1116" w:type="dxa"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DF25B3" w:rsidTr="00520D6A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500FD4" w:rsidRPr="00DF25B3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982915" w:rsidP="00500FD4">
            <w:r w:rsidRPr="00982915">
              <w:t>Ανάλυση Βίντεο: 1280 x 720</w:t>
            </w:r>
          </w:p>
        </w:tc>
        <w:tc>
          <w:tcPr>
            <w:tcW w:w="1116" w:type="dxa"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DF25B3" w:rsidTr="00520D6A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500FD4" w:rsidRPr="00DF25B3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982915" w:rsidP="00500FD4">
            <w:r w:rsidRPr="00982915">
              <w:t>Καρέ ανά δευτερόλεπτο (</w:t>
            </w:r>
            <w:proofErr w:type="spellStart"/>
            <w:r w:rsidRPr="00982915">
              <w:t>fps</w:t>
            </w:r>
            <w:proofErr w:type="spellEnd"/>
            <w:r w:rsidRPr="00982915">
              <w:t xml:space="preserve">): 30 </w:t>
            </w:r>
            <w:proofErr w:type="spellStart"/>
            <w:r w:rsidRPr="00982915">
              <w:t>fps</w:t>
            </w:r>
            <w:proofErr w:type="spellEnd"/>
          </w:p>
        </w:tc>
        <w:tc>
          <w:tcPr>
            <w:tcW w:w="1116" w:type="dxa"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00FD4" w:rsidRPr="00DF25B3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982915" w:rsidP="00500FD4">
            <w:r w:rsidRPr="00982915">
              <w:t>Μικρόφωνο: Ναι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982915" w:rsidP="00500FD4">
            <w:r w:rsidRPr="00982915">
              <w:t>Σύνδεση: USB 2.0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00FD4" w:rsidRPr="00A8070F" w:rsidTr="00520D6A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0FD4" w:rsidRPr="004F4432" w:rsidRDefault="00500FD4" w:rsidP="00500F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0FD4" w:rsidRPr="00A8070F" w:rsidRDefault="00982915" w:rsidP="00500FD4">
            <w:r w:rsidRPr="00982915">
              <w:t>Γωνία Λήψης: 60 °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0FD4" w:rsidRPr="004F4432" w:rsidRDefault="00500FD4" w:rsidP="00500F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4F4432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982915" w:rsidRDefault="00982915" w:rsidP="00982915"/>
    <w:sectPr w:rsidR="00982915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913FD"/>
    <w:rsid w:val="001E373D"/>
    <w:rsid w:val="001E6292"/>
    <w:rsid w:val="002129F6"/>
    <w:rsid w:val="00406FB0"/>
    <w:rsid w:val="004F4432"/>
    <w:rsid w:val="004F5BC3"/>
    <w:rsid w:val="00500FD4"/>
    <w:rsid w:val="006C7B6D"/>
    <w:rsid w:val="00775065"/>
    <w:rsid w:val="007F5988"/>
    <w:rsid w:val="00863E00"/>
    <w:rsid w:val="00896732"/>
    <w:rsid w:val="00982915"/>
    <w:rsid w:val="009E2836"/>
    <w:rsid w:val="00A40B4A"/>
    <w:rsid w:val="00A567E4"/>
    <w:rsid w:val="00C00B64"/>
    <w:rsid w:val="00C1128F"/>
    <w:rsid w:val="00C50913"/>
    <w:rsid w:val="00C86F58"/>
    <w:rsid w:val="00D271C8"/>
    <w:rsid w:val="00EB2777"/>
    <w:rsid w:val="00F4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0C006A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2</TotalTime>
  <Pages>1</Pages>
  <Words>51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4</cp:revision>
  <dcterms:created xsi:type="dcterms:W3CDTF">2025-09-10T08:35:00Z</dcterms:created>
  <dcterms:modified xsi:type="dcterms:W3CDTF">2025-09-11T07:52:00Z</dcterms:modified>
</cp:coreProperties>
</file>